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E80BA-0BEC-4286-A1C8-40ACEB3E5CC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